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2245D" w14:textId="77777777" w:rsidR="00217DB3" w:rsidRPr="0005706C" w:rsidRDefault="00217DB3">
      <w:pPr>
        <w:rPr>
          <w:color w:val="000000" w:themeColor="text1"/>
          <w:sz w:val="20"/>
        </w:rPr>
      </w:pPr>
    </w:p>
    <w:p w14:paraId="0B1A07F6" w14:textId="77777777" w:rsidR="00217DB3" w:rsidRPr="0005706C" w:rsidRDefault="00217DB3">
      <w:pPr>
        <w:rPr>
          <w:color w:val="000000" w:themeColor="text1"/>
          <w:sz w:val="20"/>
        </w:rPr>
      </w:pPr>
    </w:p>
    <w:p w14:paraId="00B02BBB" w14:textId="77777777" w:rsidR="00217DB3" w:rsidRPr="0005706C" w:rsidRDefault="00217DB3">
      <w:pPr>
        <w:rPr>
          <w:color w:val="000000" w:themeColor="text1"/>
          <w:sz w:val="20"/>
        </w:rPr>
      </w:pPr>
    </w:p>
    <w:p w14:paraId="018A63BA" w14:textId="77777777" w:rsidR="00217DB3" w:rsidRPr="0005706C" w:rsidRDefault="00217DB3">
      <w:pPr>
        <w:rPr>
          <w:color w:val="000000" w:themeColor="text1"/>
          <w:sz w:val="20"/>
        </w:rPr>
      </w:pPr>
    </w:p>
    <w:p w14:paraId="3520924A" w14:textId="77777777" w:rsidR="00217DB3" w:rsidRPr="0005706C" w:rsidRDefault="00217DB3">
      <w:pPr>
        <w:rPr>
          <w:color w:val="000000" w:themeColor="text1"/>
          <w:sz w:val="20"/>
        </w:rPr>
      </w:pPr>
    </w:p>
    <w:p w14:paraId="3D98FD4E" w14:textId="77777777" w:rsidR="00217DB3" w:rsidRPr="0005706C" w:rsidRDefault="00217DB3">
      <w:pPr>
        <w:rPr>
          <w:color w:val="000000" w:themeColor="text1"/>
          <w:sz w:val="20"/>
        </w:rPr>
      </w:pPr>
    </w:p>
    <w:p w14:paraId="313A716A" w14:textId="77777777" w:rsidR="00217DB3" w:rsidRPr="0005706C" w:rsidRDefault="00217DB3">
      <w:pPr>
        <w:rPr>
          <w:color w:val="000000" w:themeColor="text1"/>
          <w:sz w:val="20"/>
        </w:rPr>
      </w:pPr>
    </w:p>
    <w:p w14:paraId="2A1DCA06" w14:textId="77777777" w:rsidR="00217DB3" w:rsidRPr="0005706C" w:rsidRDefault="00217DB3">
      <w:pPr>
        <w:rPr>
          <w:color w:val="000000" w:themeColor="text1"/>
          <w:sz w:val="20"/>
        </w:rPr>
      </w:pPr>
    </w:p>
    <w:p w14:paraId="53DC0BD7" w14:textId="77777777" w:rsidR="00217DB3" w:rsidRPr="0005706C" w:rsidRDefault="00217DB3">
      <w:pPr>
        <w:rPr>
          <w:color w:val="000000" w:themeColor="text1"/>
          <w:sz w:val="20"/>
        </w:rPr>
      </w:pPr>
    </w:p>
    <w:p w14:paraId="3BBF11C5" w14:textId="77777777" w:rsidR="00217DB3" w:rsidRPr="0005706C" w:rsidRDefault="00217DB3">
      <w:pPr>
        <w:rPr>
          <w:color w:val="000000" w:themeColor="text1"/>
          <w:sz w:val="20"/>
        </w:rPr>
      </w:pPr>
    </w:p>
    <w:p w14:paraId="2C19842A" w14:textId="77777777" w:rsidR="00217DB3" w:rsidRPr="0005706C" w:rsidRDefault="00217DB3">
      <w:pPr>
        <w:rPr>
          <w:color w:val="000000" w:themeColor="text1"/>
          <w:sz w:val="20"/>
        </w:rPr>
      </w:pPr>
    </w:p>
    <w:p w14:paraId="69F011AD" w14:textId="77777777" w:rsidR="00217DB3" w:rsidRPr="0005706C" w:rsidRDefault="00217DB3">
      <w:pPr>
        <w:rPr>
          <w:color w:val="000000" w:themeColor="text1"/>
          <w:sz w:val="20"/>
        </w:rPr>
      </w:pPr>
    </w:p>
    <w:p w14:paraId="39E3128F" w14:textId="77777777" w:rsidR="00217DB3" w:rsidRDefault="00217DB3">
      <w:pPr>
        <w:rPr>
          <w:color w:val="000000" w:themeColor="text1"/>
          <w:sz w:val="20"/>
        </w:rPr>
      </w:pPr>
    </w:p>
    <w:p w14:paraId="574BC353" w14:textId="77777777" w:rsidR="001F54C2" w:rsidRPr="0005706C" w:rsidRDefault="001F54C2">
      <w:pPr>
        <w:rPr>
          <w:color w:val="000000" w:themeColor="text1"/>
          <w:sz w:val="20"/>
        </w:rPr>
      </w:pPr>
    </w:p>
    <w:p w14:paraId="10913D05" w14:textId="77777777" w:rsidR="00C53D04" w:rsidRPr="0005706C" w:rsidRDefault="00C53D04">
      <w:pPr>
        <w:rPr>
          <w:color w:val="000000" w:themeColor="text1"/>
          <w:sz w:val="20"/>
        </w:rPr>
      </w:pPr>
    </w:p>
    <w:p w14:paraId="2EDE9194" w14:textId="77777777" w:rsidR="00C53D04" w:rsidRPr="0005706C" w:rsidRDefault="00C53D04">
      <w:pPr>
        <w:rPr>
          <w:color w:val="000000" w:themeColor="text1"/>
          <w:sz w:val="20"/>
        </w:rPr>
      </w:pPr>
    </w:p>
    <w:p w14:paraId="2B83AD6A" w14:textId="77777777" w:rsidR="00217DB3" w:rsidRPr="0005706C" w:rsidRDefault="00217DB3">
      <w:pPr>
        <w:rPr>
          <w:color w:val="000000" w:themeColor="text1"/>
          <w:sz w:val="20"/>
        </w:rPr>
      </w:pPr>
    </w:p>
    <w:p w14:paraId="75A07C65" w14:textId="77777777" w:rsidR="00217DB3" w:rsidRPr="0005706C" w:rsidRDefault="00217DB3">
      <w:pPr>
        <w:rPr>
          <w:color w:val="000000" w:themeColor="text1"/>
          <w:sz w:val="20"/>
        </w:rPr>
      </w:pPr>
    </w:p>
    <w:p w14:paraId="28D11412" w14:textId="77777777" w:rsidR="00217DB3" w:rsidRPr="0005706C" w:rsidRDefault="00217DB3">
      <w:pPr>
        <w:rPr>
          <w:color w:val="000000" w:themeColor="text1"/>
          <w:sz w:val="20"/>
        </w:rPr>
      </w:pPr>
    </w:p>
    <w:p w14:paraId="77FBC73C" w14:textId="77777777" w:rsidR="000C2E44" w:rsidRPr="0005706C" w:rsidRDefault="000C2E44">
      <w:pPr>
        <w:rPr>
          <w:color w:val="000000" w:themeColor="text1"/>
          <w:sz w:val="20"/>
        </w:rPr>
      </w:pPr>
    </w:p>
    <w:p w14:paraId="11173AB1" w14:textId="77777777" w:rsidR="000C2E44" w:rsidRDefault="000C2E44">
      <w:pPr>
        <w:rPr>
          <w:color w:val="000000" w:themeColor="text1"/>
          <w:sz w:val="20"/>
        </w:rPr>
      </w:pPr>
    </w:p>
    <w:p w14:paraId="43334F60" w14:textId="77777777" w:rsidR="00062F76" w:rsidRPr="0005706C" w:rsidRDefault="00062F76">
      <w:pPr>
        <w:rPr>
          <w:color w:val="000000" w:themeColor="text1"/>
          <w:sz w:val="20"/>
        </w:rPr>
      </w:pPr>
    </w:p>
    <w:p w14:paraId="2278DCC2" w14:textId="77777777" w:rsidR="000C2E44" w:rsidRPr="0005706C" w:rsidRDefault="000C2E44">
      <w:pPr>
        <w:rPr>
          <w:color w:val="000000" w:themeColor="text1"/>
          <w:sz w:val="20"/>
        </w:rPr>
      </w:pPr>
    </w:p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05706C" w:rsidRPr="0005706C" w14:paraId="6FAE2617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1B9D1E0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6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6"/>
            <w:tag w:val="Pz6"/>
            <w:id w:val="787498064"/>
            <w:placeholder>
              <w:docPart w:val="3D794F01B6484DA08A2C3395181745EC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20B53839" w14:textId="6C2A0524" w:rsidR="00217DB3" w:rsidRPr="00C61692" w:rsidRDefault="00796E63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6"/>
            <w:tag w:val="Dz6"/>
            <w:id w:val="787498093"/>
            <w:placeholder>
              <w:docPart w:val="70757BE6931948C78C517C9F9D4B33AF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33A9EDF" w14:textId="5619D509" w:rsidR="00217DB3" w:rsidRPr="00C61692" w:rsidRDefault="00796E63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6"/>
            <w:tag w:val="Kz6"/>
            <w:id w:val="787498099"/>
            <w:placeholder>
              <w:docPart w:val="D7A0504795B14823963BBC71A66B9D92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5AEDCBBE" w14:textId="046C01C0" w:rsidR="00217DB3" w:rsidRPr="00C61692" w:rsidRDefault="00796E63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33B71B15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6F83A0B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5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5"/>
            <w:tag w:val="Pz5"/>
            <w:id w:val="787498063"/>
            <w:placeholder>
              <w:docPart w:val="8D92AC9AF4F1452F80189E19C5C6F66D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BD76ADE" w14:textId="1BCC9BBE" w:rsidR="00217DB3" w:rsidRPr="00C61692" w:rsidRDefault="00796E63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5"/>
            <w:tag w:val="Dz5"/>
            <w:id w:val="787498092"/>
            <w:placeholder>
              <w:docPart w:val="26ADADD1A41F4C18B1D475AEC34BB4CE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22BD3AB" w14:textId="731CF5B7" w:rsidR="00217DB3" w:rsidRPr="00C61692" w:rsidRDefault="00796E63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5"/>
            <w:tag w:val="Kz5"/>
            <w:id w:val="787498098"/>
            <w:placeholder>
              <w:docPart w:val="EB2FD25322734797ADA1AA4C79F9DE1D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3663F4E7" w14:textId="6EC40436" w:rsidR="00217DB3" w:rsidRPr="00C61692" w:rsidRDefault="00796E63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4A86C573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296D451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4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4"/>
            <w:tag w:val="Pz4"/>
            <w:id w:val="787498062"/>
            <w:placeholder>
              <w:docPart w:val="1F0A312ED155452EA7FBC02E85C2B16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F5BD92E" w14:textId="305FCF24" w:rsidR="00217DB3" w:rsidRPr="00C61692" w:rsidRDefault="00796E63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4"/>
            <w:tag w:val="Dz4"/>
            <w:id w:val="787498091"/>
            <w:placeholder>
              <w:docPart w:val="800A064C364A4E6FBD091D6956B156AC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41A78491" w14:textId="2F28E307" w:rsidR="00217DB3" w:rsidRPr="00C61692" w:rsidRDefault="00796E63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4"/>
            <w:tag w:val="Kz4"/>
            <w:id w:val="787498097"/>
            <w:placeholder>
              <w:docPart w:val="7F9D0D041D55488D936020BF28E4AEB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529573C2" w14:textId="32F122C6" w:rsidR="00217DB3" w:rsidRPr="00C61692" w:rsidRDefault="00796E63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2A78B25A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F519CCD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3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3"/>
            <w:tag w:val="Pz3"/>
            <w:id w:val="787498061"/>
            <w:placeholder>
              <w:docPart w:val="CD237D9035E043A0AEE0B47DD1F07F03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8F93E03" w14:textId="3050DB83" w:rsidR="00217DB3" w:rsidRPr="00C61692" w:rsidRDefault="00CB3BA0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Zapracování připomínek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3"/>
            <w:tag w:val="Dz3"/>
            <w:id w:val="787498090"/>
            <w:placeholder>
              <w:docPart w:val="45B2437AF27D40C6813179975300BF53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CCCD541" w14:textId="4B2E0DC0" w:rsidR="00217DB3" w:rsidRPr="00C61692" w:rsidRDefault="00CB3BA0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19.01.2022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3"/>
            <w:tag w:val="Kz3"/>
            <w:id w:val="787498096"/>
            <w:placeholder>
              <w:docPart w:val="98B71BF311D7472A940E57EBDBB1A235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191DE220" w14:textId="687CE188" w:rsidR="00217DB3" w:rsidRPr="00C61692" w:rsidRDefault="00CB3BA0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1447B154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35F0088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2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2"/>
            <w:tag w:val="Pz2"/>
            <w:id w:val="787498060"/>
            <w:placeholder>
              <w:docPart w:val="060D396E679B4082BCC5C7A523F7564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EA45972" w14:textId="787E8378" w:rsidR="00217DB3" w:rsidRPr="00C61692" w:rsidRDefault="00933F6C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2"/>
            <w:tag w:val="Dz2"/>
            <w:id w:val="787498067"/>
            <w:placeholder>
              <w:docPart w:val="F4FE9B0C378747EC9D7DC17718F17A7A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22081D98" w14:textId="3CC41CC3" w:rsidR="00217DB3" w:rsidRPr="00C61692" w:rsidRDefault="00933F6C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17.12.2021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2"/>
            <w:tag w:val="Kz2"/>
            <w:id w:val="787498095"/>
            <w:placeholder>
              <w:docPart w:val="E1BF4F24531E44D89A2F24DB6C4778F0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C640605" w14:textId="00EC16A2" w:rsidR="00217DB3" w:rsidRPr="00C61692" w:rsidRDefault="00933F6C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6F95496A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D6AB03F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5614" w:type="dxa"/>
            <w:gridSpan w:val="4"/>
            <w:noWrap/>
            <w:vAlign w:val="center"/>
          </w:tcPr>
          <w:p w14:paraId="20F8145D" w14:textId="0DDF8A1D" w:rsidR="00217DB3" w:rsidRPr="00C61692" w:rsidRDefault="00162ED7" w:rsidP="0072232F">
            <w:pPr>
              <w:rPr>
                <w:color w:val="000000" w:themeColor="text1"/>
                <w:sz w:val="14"/>
                <w:szCs w:val="14"/>
              </w:rPr>
            </w:pPr>
            <w:sdt>
              <w:sdtPr>
                <w:rPr>
                  <w:color w:val="000000" w:themeColor="text1"/>
                  <w:sz w:val="14"/>
                  <w:szCs w:val="14"/>
                </w:rPr>
                <w:alias w:val="Popis revize č.1"/>
                <w:tag w:val="Pz1"/>
                <w:id w:val="787498059"/>
                <w:placeholder>
                  <w:docPart w:val="1992528250F34B59AC43FD7ABFAFCF1B"/>
                </w:placeholder>
                <w:text/>
              </w:sdtPr>
              <w:sdtEndPr/>
              <w:sdtContent>
                <w:r w:rsidR="00933F6C">
                  <w:rPr>
                    <w:color w:val="000000" w:themeColor="text1"/>
                    <w:sz w:val="14"/>
                    <w:szCs w:val="14"/>
                  </w:rPr>
                  <w:t>verze k projednání</w:t>
                </w:r>
              </w:sdtContent>
            </w:sdt>
          </w:p>
        </w:tc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  <w:szCs w:val="14"/>
              </w:rPr>
              <w:alias w:val="Datum revize č.1"/>
              <w:tag w:val="Dz1"/>
              <w:id w:val="787498066"/>
              <w:placeholder>
                <w:docPart w:val="6FF71E9279194985915793C16D4277E3"/>
              </w:placeholder>
              <w:text/>
            </w:sdtPr>
            <w:sdtEndPr/>
            <w:sdtContent>
              <w:p w14:paraId="68320574" w14:textId="17065319" w:rsidR="00217DB3" w:rsidRPr="00C61692" w:rsidRDefault="00933F6C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29.10.2021</w:t>
                </w:r>
              </w:p>
            </w:sdtContent>
          </w:sdt>
        </w:tc>
        <w:sdt>
          <w:sdtPr>
            <w:rPr>
              <w:color w:val="000000" w:themeColor="text1"/>
              <w:sz w:val="14"/>
              <w:szCs w:val="14"/>
            </w:rPr>
            <w:alias w:val="Schválil revizi č.1"/>
            <w:tag w:val="Kz1"/>
            <w:id w:val="787498094"/>
            <w:placeholder>
              <w:docPart w:val="C0BA1778EC9F4E1EBEF4E56125994CD9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20832E4" w14:textId="0702E26D" w:rsidR="00217DB3" w:rsidRPr="00C61692" w:rsidRDefault="00933F6C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55DF5B1D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4D2E59A0" w14:textId="77777777" w:rsidR="00217DB3" w:rsidRPr="00C61692" w:rsidRDefault="00217DB3" w:rsidP="000C2E44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06311B2E" w14:textId="77777777" w:rsidR="00217DB3" w:rsidRPr="00C61692" w:rsidRDefault="00217DB3" w:rsidP="000C2E44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24EC7533" w14:textId="77777777" w:rsidR="00217DB3" w:rsidRPr="00C61692" w:rsidRDefault="00217DB3" w:rsidP="000C2E44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1E58F5EE" w14:textId="77777777" w:rsidR="00217DB3" w:rsidRPr="00C61692" w:rsidRDefault="00217DB3" w:rsidP="000C2E44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05706C" w:rsidRPr="0005706C" w14:paraId="4E2C98BF" w14:textId="77777777" w:rsidTr="00DF2C3D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74B75574" w14:textId="77777777" w:rsidR="00303456" w:rsidRPr="0005706C" w:rsidRDefault="00303456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8562EE3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D519C18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EDE388F" w14:textId="77777777" w:rsidR="00303456" w:rsidRPr="0005706C" w:rsidRDefault="00303456" w:rsidP="000C2E44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DF2C3D" w:rsidRPr="0005706C" w14:paraId="2F5AB77D" w14:textId="77777777" w:rsidTr="001F5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1FECA637" w14:textId="77777777" w:rsidR="00DF2C3D" w:rsidRPr="0005706C" w:rsidRDefault="009C3C37" w:rsidP="00DF2C3D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46F9CB1" wp14:editId="28DB2B9D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0FB70E5" w14:textId="77777777" w:rsidR="004D1112" w:rsidRPr="00E566A0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Hydroprojekt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3926BEEF" w14:textId="77777777" w:rsidR="00DF2C3D" w:rsidRPr="00880E2C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6F9C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" stroked="f">
                      <v:textbox inset="0,0,0,0">
                        <w:txbxContent>
                          <w:p w14:paraId="30FB70E5" w14:textId="77777777" w:rsidR="004D1112" w:rsidRPr="00E566A0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Hydroprojekt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3926BEEF" w14:textId="77777777" w:rsidR="00DF2C3D" w:rsidRPr="00880E2C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48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54B142C1" w14:textId="77777777" w:rsidR="00DF2C3D" w:rsidRPr="0005706C" w:rsidRDefault="00DF2C3D" w:rsidP="004D1112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05706C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7B24DC6E" wp14:editId="50296338">
                  <wp:extent cx="1440000" cy="417243"/>
                  <wp:effectExtent l="0" t="0" r="8255" b="1905"/>
                  <wp:docPr id="1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06C" w:rsidRPr="0005706C" w14:paraId="29B2E41D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3DF3ED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8CB0D77151B74AD1A95C4E4783DC12E6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51C3A9CE" w14:textId="21A28FDD" w:rsidR="00C21918" w:rsidRPr="0005706C" w:rsidRDefault="00796E63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Bc. Chladová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563474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BBB3211BC132481FA7BFEA8BC372E51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8272035" w14:textId="77777777" w:rsidR="00C21918" w:rsidRPr="0005706C" w:rsidRDefault="00106CFF" w:rsidP="00DF2C3D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0B5178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Technická kontrola"/>
            <w:tag w:val="KJ_KR"/>
            <w:id w:val="787498102"/>
            <w:placeholder>
              <w:docPart w:val="07A8814BF08A498FB493A1F6A16AFD7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D41359E" w14:textId="77777777" w:rsidR="00C21918" w:rsidRPr="00C61692" w:rsidRDefault="00106CFF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Ing. Kuba, Ph.D.</w:t>
                </w:r>
              </w:p>
            </w:tc>
          </w:sdtContent>
        </w:sdt>
      </w:tr>
      <w:tr w:rsidR="0005706C" w:rsidRPr="0005706C" w14:paraId="67ACB4CD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5EDB9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F87684003B7B4CD8B01486E360926355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5DDAD18" w14:textId="20425B89" w:rsidR="00C21918" w:rsidRPr="0005706C" w:rsidRDefault="00CB3BA0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46583A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5547C91E855648A9BFA3D211E49AEBC7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9B348C5" w14:textId="77777777" w:rsidR="00C21918" w:rsidRPr="0005706C" w:rsidRDefault="00106CFF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Stanislav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FB5AAD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Datum"/>
            <w:tag w:val="DatumCo"/>
            <w:id w:val="787498105"/>
            <w:placeholder>
              <w:docPart w:val="F5E06370279D4A1B84A66D43F4BAC8D9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ED25FA8" w14:textId="62F93EDE" w:rsidR="00C21918" w:rsidRPr="00C61692" w:rsidRDefault="00933F6C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12/2021</w:t>
                </w:r>
              </w:p>
            </w:tc>
          </w:sdtContent>
        </w:sdt>
      </w:tr>
      <w:tr w:rsidR="0005706C" w:rsidRPr="0005706C" w14:paraId="6ECD1DD8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A11794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</w:rPr>
            <w:alias w:val="Objednatel"/>
            <w:tag w:val="Objdok"/>
            <w:id w:val="787498106"/>
            <w:placeholder>
              <w:docPart w:val="2E2BBCC149384384AE608AC31700468F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A127351" w14:textId="18EFBFD6" w:rsidR="00C21918" w:rsidRPr="0005706C" w:rsidRDefault="00933F6C" w:rsidP="00723BB7">
                <w:pPr>
                  <w:jc w:val="lef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Vodárenská společnost Táborsko s.r.o.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DEA925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Okres"/>
            <w:tag w:val="Lokalita"/>
            <w:id w:val="787498142"/>
            <w:placeholder>
              <w:docPart w:val="5C054BAD41C1489AA5A2D803193371BE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90BA532" w14:textId="77777777" w:rsidR="00C21918" w:rsidRPr="00C61692" w:rsidRDefault="00106CFF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Tábor</w:t>
                </w:r>
              </w:p>
            </w:tc>
          </w:sdtContent>
        </w:sdt>
      </w:tr>
      <w:tr w:rsidR="0005706C" w:rsidRPr="0005706C" w14:paraId="37EBB74E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4DFEC787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AKCE:</w:t>
            </w:r>
          </w:p>
          <w:p w14:paraId="42395AC9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DAC05E77356C4CF1B43867EF606060E3"/>
              </w:placeholder>
              <w:text/>
            </w:sdtPr>
            <w:sdtEndPr/>
            <w:sdtContent>
              <w:p w14:paraId="2D5CBB92" w14:textId="1C9D7DA4" w:rsidR="002A4432" w:rsidRPr="0005706C" w:rsidRDefault="00933F6C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Sezimovo Ústí - ul. Pod Vrbou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"/>
              <w:id w:val="787498111"/>
              <w:placeholder>
                <w:docPart w:val="90D3C0B63854416F8D7B766740FF7BB2"/>
              </w:placeholder>
              <w:text/>
            </w:sdtPr>
            <w:sdtEndPr/>
            <w:sdtContent>
              <w:p w14:paraId="59948EC1" w14:textId="61A19706" w:rsidR="002A4432" w:rsidRPr="0005706C" w:rsidRDefault="00933F6C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Rekonstrukce vodovodu a kanalizace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"/>
              <w:id w:val="787498114"/>
              <w:placeholder>
                <w:docPart w:val="A94954CFE3494271B46D89BA6223AAF4"/>
              </w:placeholder>
              <w:showingPlcHdr/>
              <w:text/>
            </w:sdtPr>
            <w:sdtEndPr/>
            <w:sdtContent>
              <w:p w14:paraId="33355D3A" w14:textId="6A662119" w:rsidR="002A4432" w:rsidRPr="0005706C" w:rsidRDefault="00796E63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21464F1E" w14:textId="77777777" w:rsidR="002A4432" w:rsidRPr="007A75BC" w:rsidRDefault="002A443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07EFB6F3B193459E856D26F2683C534C"/>
              </w:placeholder>
              <w:showingPlcHdr/>
              <w:text/>
            </w:sdtPr>
            <w:sdtEndPr/>
            <w:sdtContent>
              <w:p w14:paraId="2155EB98" w14:textId="4DA8892F" w:rsidR="002A4432" w:rsidRPr="0005706C" w:rsidRDefault="00796E63" w:rsidP="00B52894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3BFACF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011DA2D" w14:textId="0DA96303" w:rsidR="002A4432" w:rsidRPr="00C61692" w:rsidRDefault="00162ED7" w:rsidP="00C93E1B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Číslo zakázky"/>
                <w:tag w:val="CisloZak"/>
                <w:id w:val="787498143"/>
                <w:placeholder>
                  <w:docPart w:val="03AF84C44F4F4453A70634B7AA3D8083"/>
                </w:placeholder>
                <w:text/>
              </w:sdtPr>
              <w:sdtEndPr/>
              <w:sdtContent>
                <w:r w:rsidR="00933F6C">
                  <w:rPr>
                    <w:color w:val="000000" w:themeColor="text1"/>
                    <w:sz w:val="16"/>
                    <w:szCs w:val="16"/>
                  </w:rPr>
                  <w:t>11 9216 03 00</w:t>
                </w:r>
              </w:sdtContent>
            </w:sdt>
          </w:p>
        </w:tc>
      </w:tr>
      <w:tr w:rsidR="0005706C" w:rsidRPr="0005706C" w14:paraId="7DD9AEE5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8E405B3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BB801E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tupeň"/>
            <w:tag w:val="StupenZ"/>
            <w:id w:val="787498140"/>
            <w:placeholder>
              <w:docPart w:val="E133EF85B0144393AF0180E73642F2A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4A2EBB71" w14:textId="21DFC1EA" w:rsidR="002A4432" w:rsidRPr="00C61692" w:rsidRDefault="00933F6C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DPS</w:t>
                </w:r>
              </w:p>
            </w:tc>
          </w:sdtContent>
        </w:sdt>
      </w:tr>
      <w:tr w:rsidR="0005706C" w:rsidRPr="0005706C" w14:paraId="07B80B58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3178705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A3A029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FORMÁT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Formát"/>
            <w:tag w:val="Format"/>
            <w:id w:val="787498139"/>
            <w:placeholder>
              <w:docPart w:val="5883E2BC34884C2E85441EDC4E934BB1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8441A77" w14:textId="1C4937F8" w:rsidR="002A4432" w:rsidRPr="00C61692" w:rsidRDefault="00796E63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5C019388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A97E6B7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7AD9B6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MĚŘÍTKO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Meřítko"/>
            <w:tag w:val="Meritko"/>
            <w:id w:val="787498134"/>
            <w:placeholder>
              <w:docPart w:val="B112101D779D4578879FE5CFEAB7497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3FF1627" w14:textId="4242B1C4" w:rsidR="002A4432" w:rsidRPr="00C61692" w:rsidRDefault="00796E63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46061E1D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4385BF8B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1209FD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Archivní číslo"/>
            <w:tag w:val="Poc"/>
            <w:id w:val="787498132"/>
            <w:placeholder>
              <w:docPart w:val="BD505C4894D54B7DA4B037F33A8D403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8162E97" w14:textId="37EDE565" w:rsidR="002A4432" w:rsidRPr="00C61692" w:rsidRDefault="00796E63" w:rsidP="00723BB7">
                <w:pPr>
                  <w:pStyle w:val="Nadpis1"/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000678/22/1</w:t>
                </w:r>
              </w:p>
            </w:tc>
          </w:sdtContent>
        </w:sdt>
      </w:tr>
      <w:tr w:rsidR="0005706C" w:rsidRPr="0005706C" w14:paraId="75AA9399" w14:textId="77777777" w:rsidTr="007D36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73BE0E68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214ABBD96944E3FB3500DE65C373D59"/>
              </w:placeholder>
              <w:text/>
            </w:sdtPr>
            <w:sdtEndPr/>
            <w:sdtContent>
              <w:p w14:paraId="5D3B9DBF" w14:textId="2FC063BB" w:rsidR="00303456" w:rsidRPr="0005706C" w:rsidRDefault="00796E63" w:rsidP="00723BB7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Soupis prací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31F8CDD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"/>
            <w:id w:val="787498126"/>
            <w:placeholder>
              <w:docPart w:val="D5716F34C39B4AC1AFEEF0148B3E1461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7C6BEA60" w14:textId="104F80E3" w:rsidR="00303456" w:rsidRPr="0005706C" w:rsidRDefault="00796E63" w:rsidP="00723BB7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F</w:t>
                </w:r>
              </w:p>
            </w:tc>
          </w:sdtContent>
        </w:sdt>
        <w:sdt>
          <w:sdtPr>
            <w:rPr>
              <w:rStyle w:val="Zstupntext"/>
              <w:color w:val="000000" w:themeColor="text1"/>
            </w:rPr>
            <w:alias w:val="Verze"/>
            <w:tag w:val="Ver"/>
            <w:id w:val="787498127"/>
            <w:placeholder>
              <w:docPart w:val="CCA4E03BFD2149C5B4AEBAF8EDC9E3B4"/>
            </w:placeholder>
            <w:text/>
          </w:sdtPr>
          <w:sdtEndPr>
            <w:rPr>
              <w:rStyle w:val="Zstupntext"/>
            </w:rPr>
          </w:sdtEndPr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530B5AE3" w14:textId="77777777" w:rsidR="00303456" w:rsidRPr="00EA7E7C" w:rsidRDefault="00106CFF" w:rsidP="00723BB7">
                <w:pPr>
                  <w:pStyle w:val="Nadpis1"/>
                  <w:rPr>
                    <w:rStyle w:val="Zstupntext"/>
                    <w:color w:val="000000" w:themeColor="text1"/>
                  </w:rPr>
                </w:pPr>
                <w:r>
                  <w:rPr>
                    <w:rStyle w:val="Zstupntext"/>
                    <w:color w:val="000000" w:themeColor="text1"/>
                  </w:rPr>
                  <w:t>a</w:t>
                </w:r>
              </w:p>
            </w:tc>
          </w:sdtContent>
        </w:sdt>
      </w:tr>
      <w:tr w:rsidR="0005706C" w:rsidRPr="0005706C" w14:paraId="696CF581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BED4C52" w14:textId="77777777" w:rsidR="00303456" w:rsidRPr="0005706C" w:rsidRDefault="00303456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995A374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AC85CA" w14:textId="77777777" w:rsidR="00303456" w:rsidRPr="0005706C" w:rsidRDefault="00303456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rStyle w:val="Zstupntext"/>
              <w:color w:val="000000" w:themeColor="text1"/>
              <w:szCs w:val="16"/>
            </w:rPr>
            <w:alias w:val="Revize"/>
            <w:tag w:val="Rev"/>
            <w:id w:val="787498129"/>
            <w:placeholder>
              <w:docPart w:val="816509A6ED08477C9625A93D7A4D52A2"/>
            </w:placeholder>
            <w:text/>
          </w:sdtPr>
          <w:sdtEndPr>
            <w:rPr>
              <w:rStyle w:val="Zstupntext"/>
            </w:rPr>
          </w:sdtEndPr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51955865" w14:textId="7C373C05" w:rsidR="00303456" w:rsidRPr="00EA7E7C" w:rsidRDefault="00CB3BA0" w:rsidP="00723BB7">
                <w:pPr>
                  <w:jc w:val="center"/>
                  <w:rPr>
                    <w:rStyle w:val="Zstupntext"/>
                    <w:color w:val="000000" w:themeColor="text1"/>
                  </w:rPr>
                </w:pPr>
                <w:r>
                  <w:rPr>
                    <w:rStyle w:val="Zstupntext"/>
                    <w:color w:val="000000" w:themeColor="text1"/>
                    <w:szCs w:val="16"/>
                  </w:rPr>
                  <w:t>1</w:t>
                </w:r>
              </w:p>
            </w:tc>
          </w:sdtContent>
        </w:sdt>
      </w:tr>
      <w:tr w:rsidR="00C21918" w:rsidRPr="0005706C" w14:paraId="1B5054E5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33566" w14:textId="77777777" w:rsidR="00C21918" w:rsidRPr="0005706C" w:rsidRDefault="00C2191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 xml:space="preserve">Tato dokumentace včetně všech příloh (s výjimkou dat poskytnutých objednatelem) je duševním vlastnictvím akciové společnosti </w:t>
            </w:r>
            <w:proofErr w:type="spellStart"/>
            <w:r w:rsidR="002D56B9" w:rsidRPr="002D56B9">
              <w:rPr>
                <w:color w:val="000000" w:themeColor="text1"/>
              </w:rPr>
              <w:t>Sweco</w:t>
            </w:r>
            <w:proofErr w:type="spellEnd"/>
            <w:r w:rsidR="002D56B9" w:rsidRPr="002D56B9">
              <w:rPr>
                <w:color w:val="000000" w:themeColor="text1"/>
              </w:rPr>
              <w:t xml:space="preserve"> </w:t>
            </w:r>
            <w:proofErr w:type="spellStart"/>
            <w:r w:rsidR="002D56B9" w:rsidRPr="002D56B9">
              <w:rPr>
                <w:color w:val="000000" w:themeColor="text1"/>
              </w:rPr>
              <w:t>Hydroprojekt</w:t>
            </w:r>
            <w:proofErr w:type="spellEnd"/>
            <w:r w:rsidR="002D56B9" w:rsidRPr="002D56B9">
              <w:rPr>
                <w:color w:val="000000" w:themeColor="text1"/>
              </w:rPr>
              <w:t xml:space="preserve"> a.s</w:t>
            </w:r>
            <w:r w:rsidRPr="0005706C">
              <w:rPr>
                <w:color w:val="000000" w:themeColor="text1"/>
              </w:rPr>
              <w:t xml:space="preserve">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2F3536">
              <w:rPr>
                <w:color w:val="000000" w:themeColor="text1"/>
              </w:rPr>
              <w:t>nebo zpřístupnit dalším osobám.</w:t>
            </w:r>
          </w:p>
          <w:p w14:paraId="3FF4543C" w14:textId="77777777" w:rsidR="00C21918" w:rsidRPr="0005706C" w:rsidRDefault="00C21918" w:rsidP="000C2E44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>Poznámka: Podpisy zpracovatelů jsou připojeny pouze k výtisku číslo 01 nebo originálu přílohy (matrici).</w:t>
            </w:r>
          </w:p>
        </w:tc>
      </w:tr>
    </w:tbl>
    <w:p w14:paraId="73D59986" w14:textId="4B68ACA5" w:rsidR="00C93E1B" w:rsidRDefault="00C93E1B">
      <w:pPr>
        <w:rPr>
          <w:color w:val="000000" w:themeColor="text1"/>
        </w:rPr>
      </w:pPr>
    </w:p>
    <w:p w14:paraId="09B417A7" w14:textId="53FAA1F4" w:rsidR="00CB3BA0" w:rsidRPr="00CB3BA0" w:rsidRDefault="00CB3BA0">
      <w:pPr>
        <w:rPr>
          <w:b/>
          <w:bCs/>
          <w:color w:val="000000" w:themeColor="text1"/>
          <w:sz w:val="24"/>
          <w:szCs w:val="24"/>
        </w:rPr>
      </w:pPr>
      <w:r w:rsidRPr="00CB3BA0">
        <w:rPr>
          <w:b/>
          <w:bCs/>
          <w:color w:val="000000" w:themeColor="text1"/>
          <w:sz w:val="24"/>
          <w:szCs w:val="24"/>
        </w:rPr>
        <w:lastRenderedPageBreak/>
        <w:t>Seznam příloh:</w:t>
      </w:r>
    </w:p>
    <w:p w14:paraId="5123E814" w14:textId="698B2A52" w:rsidR="00CB3BA0" w:rsidRDefault="00CB3BA0">
      <w:pPr>
        <w:rPr>
          <w:color w:val="000000" w:themeColor="text1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6200"/>
        <w:gridCol w:w="1860"/>
      </w:tblGrid>
      <w:tr w:rsidR="00796E63" w:rsidRPr="00796E63" w14:paraId="366F94B7" w14:textId="77777777" w:rsidTr="00796E63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83C84" w14:textId="77777777" w:rsidR="00796E63" w:rsidRPr="00796E63" w:rsidRDefault="00796E63" w:rsidP="00796E63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96E63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F.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65211" w14:textId="77777777" w:rsidR="00796E63" w:rsidRPr="00796E63" w:rsidRDefault="00796E63" w:rsidP="00796E63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96E63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Soupis prací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74645" w14:textId="77777777" w:rsidR="00796E63" w:rsidRPr="00796E63" w:rsidRDefault="00796E63" w:rsidP="00796E63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96E63" w:rsidRPr="00796E63" w14:paraId="05F4D7DF" w14:textId="77777777" w:rsidTr="00796E63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0D8A" w14:textId="77777777" w:rsidR="00796E63" w:rsidRPr="00796E63" w:rsidRDefault="00796E63" w:rsidP="00796E63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E63">
              <w:rPr>
                <w:rFonts w:ascii="Calibri" w:hAnsi="Calibri" w:cs="Calibri"/>
                <w:color w:val="000000"/>
                <w:sz w:val="22"/>
                <w:szCs w:val="22"/>
              </w:rPr>
              <w:t>F.1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957E5" w14:textId="77777777" w:rsidR="00796E63" w:rsidRPr="00796E63" w:rsidRDefault="00796E63" w:rsidP="00796E63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E63">
              <w:rPr>
                <w:rFonts w:ascii="Calibri" w:hAnsi="Calibri" w:cs="Calibri"/>
                <w:color w:val="000000"/>
                <w:sz w:val="22"/>
                <w:szCs w:val="22"/>
              </w:rPr>
              <w:t>Technické podmínky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FAA2" w14:textId="77777777" w:rsidR="00796E63" w:rsidRPr="00796E63" w:rsidRDefault="00796E63" w:rsidP="00796E63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E63">
              <w:rPr>
                <w:rFonts w:ascii="Calibri" w:hAnsi="Calibri" w:cs="Calibri"/>
                <w:color w:val="000000"/>
                <w:sz w:val="22"/>
                <w:szCs w:val="22"/>
              </w:rPr>
              <w:t>008895/21/1</w:t>
            </w:r>
          </w:p>
        </w:tc>
      </w:tr>
      <w:tr w:rsidR="00796E63" w:rsidRPr="00796E63" w14:paraId="0CA67A1B" w14:textId="77777777" w:rsidTr="00796E63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3046" w14:textId="77777777" w:rsidR="00796E63" w:rsidRPr="00796E63" w:rsidRDefault="00796E63" w:rsidP="00796E63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E63">
              <w:rPr>
                <w:rFonts w:ascii="Calibri" w:hAnsi="Calibri" w:cs="Calibri"/>
                <w:color w:val="000000"/>
                <w:sz w:val="22"/>
                <w:szCs w:val="22"/>
              </w:rPr>
              <w:t>F.2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B1FE" w14:textId="77777777" w:rsidR="00796E63" w:rsidRPr="00796E63" w:rsidRDefault="00796E63" w:rsidP="00796E63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E63">
              <w:rPr>
                <w:rFonts w:ascii="Calibri" w:hAnsi="Calibri" w:cs="Calibri"/>
                <w:color w:val="000000"/>
                <w:sz w:val="22"/>
                <w:szCs w:val="22"/>
              </w:rPr>
              <w:t>Soupis prací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1878" w14:textId="77777777" w:rsidR="00796E63" w:rsidRPr="00796E63" w:rsidRDefault="00796E63" w:rsidP="00796E63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6E63">
              <w:rPr>
                <w:rFonts w:ascii="Calibri" w:hAnsi="Calibri" w:cs="Calibri"/>
                <w:color w:val="000000"/>
                <w:sz w:val="22"/>
                <w:szCs w:val="22"/>
              </w:rPr>
              <w:t>008660/21/1</w:t>
            </w:r>
          </w:p>
        </w:tc>
      </w:tr>
    </w:tbl>
    <w:p w14:paraId="1AE36A93" w14:textId="77777777" w:rsidR="00CB3BA0" w:rsidRPr="0005706C" w:rsidRDefault="00CB3BA0">
      <w:pPr>
        <w:rPr>
          <w:color w:val="000000" w:themeColor="text1"/>
        </w:rPr>
      </w:pPr>
    </w:p>
    <w:sectPr w:rsidR="00CB3BA0" w:rsidRPr="0005706C" w:rsidSect="007403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2B34D" w14:textId="77777777" w:rsidR="00106CFF" w:rsidRDefault="00106CFF" w:rsidP="00106CFF">
      <w:r>
        <w:separator/>
      </w:r>
    </w:p>
  </w:endnote>
  <w:endnote w:type="continuationSeparator" w:id="0">
    <w:p w14:paraId="27D12A49" w14:textId="77777777" w:rsidR="00106CFF" w:rsidRDefault="00106CFF" w:rsidP="00106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CD7C5" w14:textId="77777777" w:rsidR="00106CFF" w:rsidRDefault="00106CF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388E7" w14:textId="77777777" w:rsidR="00106CFF" w:rsidRDefault="00106CF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713AF" w14:textId="77777777" w:rsidR="00106CFF" w:rsidRDefault="00106CF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02D8A" w14:textId="77777777" w:rsidR="00106CFF" w:rsidRDefault="00106CFF" w:rsidP="00106CFF">
      <w:r>
        <w:separator/>
      </w:r>
    </w:p>
  </w:footnote>
  <w:footnote w:type="continuationSeparator" w:id="0">
    <w:p w14:paraId="2794D0EE" w14:textId="77777777" w:rsidR="00106CFF" w:rsidRDefault="00106CFF" w:rsidP="00106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59282" w14:textId="77777777" w:rsidR="00106CFF" w:rsidRDefault="00106CF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EE7C" w14:textId="77777777" w:rsidR="00106CFF" w:rsidRDefault="00106CF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DF5A2" w14:textId="77777777" w:rsidR="00106CFF" w:rsidRDefault="00106CF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918"/>
    <w:rsid w:val="00031396"/>
    <w:rsid w:val="0005706C"/>
    <w:rsid w:val="00062F76"/>
    <w:rsid w:val="00076653"/>
    <w:rsid w:val="000838E3"/>
    <w:rsid w:val="0009559E"/>
    <w:rsid w:val="000A6B8E"/>
    <w:rsid w:val="000C2E44"/>
    <w:rsid w:val="00106CFF"/>
    <w:rsid w:val="00140A17"/>
    <w:rsid w:val="00162ED7"/>
    <w:rsid w:val="001647B0"/>
    <w:rsid w:val="001F54C2"/>
    <w:rsid w:val="00210AE8"/>
    <w:rsid w:val="00217DB3"/>
    <w:rsid w:val="002A4432"/>
    <w:rsid w:val="002D56B9"/>
    <w:rsid w:val="002E65CF"/>
    <w:rsid w:val="002F3536"/>
    <w:rsid w:val="00303456"/>
    <w:rsid w:val="00304806"/>
    <w:rsid w:val="00355BDE"/>
    <w:rsid w:val="00363058"/>
    <w:rsid w:val="003A367C"/>
    <w:rsid w:val="00480CB1"/>
    <w:rsid w:val="004D1112"/>
    <w:rsid w:val="00570713"/>
    <w:rsid w:val="006230E8"/>
    <w:rsid w:val="006D2300"/>
    <w:rsid w:val="006F32E2"/>
    <w:rsid w:val="0072232F"/>
    <w:rsid w:val="00723BB7"/>
    <w:rsid w:val="0073113B"/>
    <w:rsid w:val="00740399"/>
    <w:rsid w:val="00745B80"/>
    <w:rsid w:val="0074648F"/>
    <w:rsid w:val="00796E63"/>
    <w:rsid w:val="007A75BC"/>
    <w:rsid w:val="007B0A33"/>
    <w:rsid w:val="007B6445"/>
    <w:rsid w:val="007D36E3"/>
    <w:rsid w:val="00803DA7"/>
    <w:rsid w:val="00804113"/>
    <w:rsid w:val="008067EA"/>
    <w:rsid w:val="00880E2C"/>
    <w:rsid w:val="008955C9"/>
    <w:rsid w:val="008B58AA"/>
    <w:rsid w:val="008E6025"/>
    <w:rsid w:val="00933F6C"/>
    <w:rsid w:val="00946CEA"/>
    <w:rsid w:val="009C0C74"/>
    <w:rsid w:val="009C3C37"/>
    <w:rsid w:val="00A51A47"/>
    <w:rsid w:val="00B33C14"/>
    <w:rsid w:val="00B52894"/>
    <w:rsid w:val="00B70080"/>
    <w:rsid w:val="00B93996"/>
    <w:rsid w:val="00BD7850"/>
    <w:rsid w:val="00BF1D4A"/>
    <w:rsid w:val="00C21918"/>
    <w:rsid w:val="00C512F7"/>
    <w:rsid w:val="00C53D04"/>
    <w:rsid w:val="00C5561B"/>
    <w:rsid w:val="00C61692"/>
    <w:rsid w:val="00C93E1B"/>
    <w:rsid w:val="00CB04C3"/>
    <w:rsid w:val="00CB3BA0"/>
    <w:rsid w:val="00DE0D8B"/>
    <w:rsid w:val="00DF2C3D"/>
    <w:rsid w:val="00E56597"/>
    <w:rsid w:val="00E670F0"/>
    <w:rsid w:val="00EA7E7C"/>
    <w:rsid w:val="00EF4187"/>
    <w:rsid w:val="00F36929"/>
    <w:rsid w:val="00F60020"/>
    <w:rsid w:val="00F614E5"/>
    <w:rsid w:val="00FD2CA8"/>
    <w:rsid w:val="00FD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A91DCEE"/>
  <w15:docId w15:val="{1B7E1F32-ACCB-4DEF-9F8C-C6D1AD07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0399"/>
    <w:pPr>
      <w:jc w:val="both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qFormat/>
    <w:rsid w:val="00740399"/>
    <w:pPr>
      <w:keepNext/>
      <w:jc w:val="center"/>
      <w:outlineLvl w:val="0"/>
    </w:pPr>
    <w:rPr>
      <w:sz w:val="22"/>
    </w:rPr>
  </w:style>
  <w:style w:type="paragraph" w:styleId="Nadpis2">
    <w:name w:val="heading 2"/>
    <w:basedOn w:val="Normln"/>
    <w:next w:val="Normln"/>
    <w:qFormat/>
    <w:rsid w:val="00740399"/>
    <w:pPr>
      <w:keepNext/>
      <w:tabs>
        <w:tab w:val="right" w:pos="2992"/>
      </w:tabs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740399"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valon" w:hAnsi="Avalon" w:cs="Arial"/>
      <w:spacing w:val="90"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40399"/>
    <w:pPr>
      <w:ind w:right="-52"/>
    </w:pPr>
    <w:rPr>
      <w:sz w:val="14"/>
    </w:rPr>
  </w:style>
  <w:style w:type="paragraph" w:styleId="Zkladntextodsazen">
    <w:name w:val="Body Text Indent"/>
    <w:basedOn w:val="Normln"/>
    <w:semiHidden/>
    <w:rsid w:val="00740399"/>
    <w:rPr>
      <w:rFonts w:eastAsia="Arial Unicode MS"/>
      <w:spacing w:val="40"/>
      <w:sz w:val="14"/>
      <w:szCs w:val="14"/>
    </w:rPr>
  </w:style>
  <w:style w:type="character" w:styleId="Hypertextovodkaz">
    <w:name w:val="Hyperlink"/>
    <w:basedOn w:val="Standardnpsmoodstavce"/>
    <w:semiHidden/>
    <w:rsid w:val="0074039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E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E670F0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106C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6CFF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106C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6C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3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794F01B6484DA08A2C3395181745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103ED-6A52-4237-AFA2-DCAF17049623}"/>
      </w:docPartPr>
      <w:docPartBody>
        <w:p w:rsidR="00DC6FB8" w:rsidRDefault="00C342BA" w:rsidP="00C342BA">
          <w:pPr>
            <w:pStyle w:val="3D794F01B6484DA08A2C3395181745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70757BE6931948C78C517C9F9D4B33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97C31-619F-4985-8C34-B32A8DA7B50D}"/>
      </w:docPartPr>
      <w:docPartBody>
        <w:p w:rsidR="00DC6FB8" w:rsidRDefault="00C342BA" w:rsidP="00C342BA">
          <w:pPr>
            <w:pStyle w:val="70757BE6931948C78C517C9F9D4B33A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A0504795B14823963BBC71A66B9D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00A4B-C0DF-43F9-BB1E-9B6DA3D67B04}"/>
      </w:docPartPr>
      <w:docPartBody>
        <w:p w:rsidR="00DC6FB8" w:rsidRDefault="00C342BA" w:rsidP="00C342BA">
          <w:pPr>
            <w:pStyle w:val="D7A0504795B14823963BBC71A66B9D9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D92AC9AF4F1452F80189E19C5C6F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C6D881-64D7-4CFF-BFFB-EF2D45F4C108}"/>
      </w:docPartPr>
      <w:docPartBody>
        <w:p w:rsidR="00DC6FB8" w:rsidRDefault="00C342BA" w:rsidP="00C342BA">
          <w:pPr>
            <w:pStyle w:val="8D92AC9AF4F1452F80189E19C5C6F66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6ADADD1A41F4C18B1D475AEC34BB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BD97A-71E1-4B07-AE30-26D5283DC2B2}"/>
      </w:docPartPr>
      <w:docPartBody>
        <w:p w:rsidR="00DC6FB8" w:rsidRDefault="00C342BA" w:rsidP="00C342BA">
          <w:pPr>
            <w:pStyle w:val="26ADADD1A41F4C18B1D475AEC34BB4C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B2FD25322734797ADA1AA4C79F9DE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1BAD87-6CF7-4F8B-B1BE-E426487C8B38}"/>
      </w:docPartPr>
      <w:docPartBody>
        <w:p w:rsidR="00DC6FB8" w:rsidRDefault="00C342BA" w:rsidP="00C342BA">
          <w:pPr>
            <w:pStyle w:val="EB2FD25322734797ADA1AA4C79F9DE1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0A312ED155452EA7FBC02E85C2B1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A0A23-F8DD-4338-9D9D-49FD2CACBC65}"/>
      </w:docPartPr>
      <w:docPartBody>
        <w:p w:rsidR="00DC6FB8" w:rsidRDefault="00C342BA" w:rsidP="00C342BA">
          <w:pPr>
            <w:pStyle w:val="1F0A312ED155452EA7FBC02E85C2B1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00A064C364A4E6FBD091D6956B1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274B0-6FA5-4F8F-BBEF-AC46C3A8D9A0}"/>
      </w:docPartPr>
      <w:docPartBody>
        <w:p w:rsidR="00DC6FB8" w:rsidRDefault="00C342BA" w:rsidP="00C342BA">
          <w:pPr>
            <w:pStyle w:val="800A064C364A4E6FBD091D6956B156A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F9D0D041D55488D936020BF28E4A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46219A-D28F-457E-BD04-424B172459F4}"/>
      </w:docPartPr>
      <w:docPartBody>
        <w:p w:rsidR="00DC6FB8" w:rsidRDefault="00C342BA" w:rsidP="00C342BA">
          <w:pPr>
            <w:pStyle w:val="7F9D0D041D55488D936020BF28E4AEB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D237D9035E043A0AEE0B47DD1F07F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4E285F-2A2A-4D78-9DA7-094F234FCD19}"/>
      </w:docPartPr>
      <w:docPartBody>
        <w:p w:rsidR="00DC6FB8" w:rsidRDefault="00C342BA" w:rsidP="00C342BA">
          <w:pPr>
            <w:pStyle w:val="CD237D9035E043A0AEE0B47DD1F07F0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B2437AF27D40C6813179975300BF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A331B-A3E2-4CC6-827C-06D5A6D074BC}"/>
      </w:docPartPr>
      <w:docPartBody>
        <w:p w:rsidR="00DC6FB8" w:rsidRDefault="00C342BA" w:rsidP="00C342BA">
          <w:pPr>
            <w:pStyle w:val="45B2437AF27D40C6813179975300BF5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8B71BF311D7472A940E57EBDBB1A2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58686D-FEE2-482D-93A1-7E82826FFB39}"/>
      </w:docPartPr>
      <w:docPartBody>
        <w:p w:rsidR="00DC6FB8" w:rsidRDefault="00C342BA" w:rsidP="00C342BA">
          <w:pPr>
            <w:pStyle w:val="98B71BF311D7472A940E57EBDBB1A23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60D396E679B4082BCC5C7A523F756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EF069-A065-4378-82BE-72B7E94F8810}"/>
      </w:docPartPr>
      <w:docPartBody>
        <w:p w:rsidR="00DC6FB8" w:rsidRDefault="00C342BA" w:rsidP="00C342BA">
          <w:pPr>
            <w:pStyle w:val="060D396E679B4082BCC5C7A523F7564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4FE9B0C378747EC9D7DC17718F17A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0DEBC-DBA3-4664-BCED-A37BF2ED8482}"/>
      </w:docPartPr>
      <w:docPartBody>
        <w:p w:rsidR="00DC6FB8" w:rsidRDefault="00C342BA" w:rsidP="00C342BA">
          <w:pPr>
            <w:pStyle w:val="F4FE9B0C378747EC9D7DC17718F17A7A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BF4F24531E44D89A2F24DB6C477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192937-5873-4CDC-A603-451D68185CDD}"/>
      </w:docPartPr>
      <w:docPartBody>
        <w:p w:rsidR="00DC6FB8" w:rsidRDefault="00C342BA" w:rsidP="00C342BA">
          <w:pPr>
            <w:pStyle w:val="E1BF4F24531E44D89A2F24DB6C4778F0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992528250F34B59AC43FD7ABFAFCF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3ABB18-FD56-4701-8DF4-5BA14FAEC972}"/>
      </w:docPartPr>
      <w:docPartBody>
        <w:p w:rsidR="00DC6FB8" w:rsidRDefault="00C342BA" w:rsidP="00C342BA">
          <w:pPr>
            <w:pStyle w:val="1992528250F34B59AC43FD7ABFAFCF1B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F71E9279194985915793C16D427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C03602-4A90-436C-8360-D47D4DA52F23}"/>
      </w:docPartPr>
      <w:docPartBody>
        <w:p w:rsidR="00DC6FB8" w:rsidRDefault="00C342BA" w:rsidP="00C342BA">
          <w:pPr>
            <w:pStyle w:val="6FF71E9279194985915793C16D4277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0BA1778EC9F4E1EBEF4E56125994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6DDE7-5062-4464-87E3-1DE7DB3D4059}"/>
      </w:docPartPr>
      <w:docPartBody>
        <w:p w:rsidR="00DC6FB8" w:rsidRDefault="00C342BA" w:rsidP="00C342BA">
          <w:pPr>
            <w:pStyle w:val="C0BA1778EC9F4E1EBEF4E56125994C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B0D77151B74AD1A95C4E4783DC1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C30014-1B85-4E36-B385-1B9B3C4449E7}"/>
      </w:docPartPr>
      <w:docPartBody>
        <w:p w:rsidR="00DC6FB8" w:rsidRDefault="00C342BA" w:rsidP="00C342BA">
          <w:pPr>
            <w:pStyle w:val="8CB0D77151B74AD1A95C4E4783DC12E6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B3211BC132481FA7BFEA8BC372E5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911E96-D049-42D0-9FA5-95D270228E1B}"/>
      </w:docPartPr>
      <w:docPartBody>
        <w:p w:rsidR="00DC6FB8" w:rsidRDefault="00C342BA" w:rsidP="00C342BA">
          <w:pPr>
            <w:pStyle w:val="BBB3211BC132481FA7BFEA8BC372E51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A8814BF08A498FB493A1F6A16AF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4BFA81-CBF1-48DE-872B-0B114F6034DA}"/>
      </w:docPartPr>
      <w:docPartBody>
        <w:p w:rsidR="00DC6FB8" w:rsidRDefault="00C342BA" w:rsidP="00C342BA">
          <w:pPr>
            <w:pStyle w:val="07A8814BF08A498FB493A1F6A16AFD7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87684003B7B4CD8B01486E3609263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E234F-8024-4600-B033-3D353E91C6F6}"/>
      </w:docPartPr>
      <w:docPartBody>
        <w:p w:rsidR="00DC6FB8" w:rsidRDefault="00C342BA" w:rsidP="00C342BA">
          <w:pPr>
            <w:pStyle w:val="F87684003B7B4CD8B01486E36092635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547C91E855648A9BFA3D211E49AE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5E0848-F8A8-47E2-9202-2EFE7FB0101C}"/>
      </w:docPartPr>
      <w:docPartBody>
        <w:p w:rsidR="00DC6FB8" w:rsidRDefault="00C342BA" w:rsidP="00C342BA">
          <w:pPr>
            <w:pStyle w:val="5547C91E855648A9BFA3D211E49AEBC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5E06370279D4A1B84A66D43F4BAC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0A0B9-AEE1-4D6B-AEE2-F68FE4D3EA9A}"/>
      </w:docPartPr>
      <w:docPartBody>
        <w:p w:rsidR="00DC6FB8" w:rsidRDefault="00C342BA" w:rsidP="00C342BA">
          <w:pPr>
            <w:pStyle w:val="F5E06370279D4A1B84A66D43F4BAC8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E2BBCC149384384AE608AC3170046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0A2BEC-0274-425A-AD60-B449D1BA2F58}"/>
      </w:docPartPr>
      <w:docPartBody>
        <w:p w:rsidR="00DC6FB8" w:rsidRDefault="00C342BA" w:rsidP="00C342BA">
          <w:pPr>
            <w:pStyle w:val="2E2BBCC149384384AE608AC31700468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C054BAD41C1489AA5A2D803193371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B61EE-D05C-4CF6-BCEF-CD60C9FD3403}"/>
      </w:docPartPr>
      <w:docPartBody>
        <w:p w:rsidR="00DC6FB8" w:rsidRDefault="00C342BA" w:rsidP="00C342BA">
          <w:pPr>
            <w:pStyle w:val="5C054BAD41C1489AA5A2D803193371B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AC05E77356C4CF1B43867EF60606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F208F-13CB-436C-BBF8-6A0A52CD8C38}"/>
      </w:docPartPr>
      <w:docPartBody>
        <w:p w:rsidR="00DC6FB8" w:rsidRDefault="00C342BA" w:rsidP="00C342BA">
          <w:pPr>
            <w:pStyle w:val="DAC05E77356C4CF1B43867EF606060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0D3C0B63854416F8D7B766740FF7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0F0F4-46DF-4307-BEDB-267D8530A748}"/>
      </w:docPartPr>
      <w:docPartBody>
        <w:p w:rsidR="00DC6FB8" w:rsidRDefault="00C342BA" w:rsidP="00C342BA">
          <w:pPr>
            <w:pStyle w:val="90D3C0B63854416F8D7B766740FF7BB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94954CFE3494271B46D89BA6223A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2D7163-1C78-470E-B5D2-11D1CFF6CE9C}"/>
      </w:docPartPr>
      <w:docPartBody>
        <w:p w:rsidR="00DC6FB8" w:rsidRDefault="00C342BA" w:rsidP="00C342BA">
          <w:pPr>
            <w:pStyle w:val="A94954CFE3494271B46D89BA6223AAF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EFB6F3B193459E856D26F2683C53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1E469-6D1D-4A3F-ACCE-943FF1879EE9}"/>
      </w:docPartPr>
      <w:docPartBody>
        <w:p w:rsidR="00DC6FB8" w:rsidRDefault="00C342BA" w:rsidP="00C342BA">
          <w:pPr>
            <w:pStyle w:val="07EFB6F3B193459E856D26F2683C534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33EF85B0144393AF0180E73642F2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9B817-CDE6-4FBA-B137-9FB84939BA16}"/>
      </w:docPartPr>
      <w:docPartBody>
        <w:p w:rsidR="00DC6FB8" w:rsidRDefault="00C342BA" w:rsidP="00C342BA">
          <w:pPr>
            <w:pStyle w:val="E133EF85B0144393AF0180E73642F2A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83E2BC34884C2E85441EDC4E934B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F82DD5-520F-495C-92EA-92C1826CE306}"/>
      </w:docPartPr>
      <w:docPartBody>
        <w:p w:rsidR="00DC6FB8" w:rsidRDefault="00C342BA" w:rsidP="00C342BA">
          <w:pPr>
            <w:pStyle w:val="5883E2BC34884C2E85441EDC4E934BB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112101D779D4578879FE5CFEAB74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304C21-E506-4B9F-BEE8-74ACAA7A3C5C}"/>
      </w:docPartPr>
      <w:docPartBody>
        <w:p w:rsidR="00DC6FB8" w:rsidRDefault="00C342BA" w:rsidP="00C342BA">
          <w:pPr>
            <w:pStyle w:val="B112101D779D4578879FE5CFEAB7497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D505C4894D54B7DA4B037F33A8D40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A55CA0-ADF2-46F6-9490-ED2F55BE083D}"/>
      </w:docPartPr>
      <w:docPartBody>
        <w:p w:rsidR="00DC6FB8" w:rsidRDefault="00C342BA" w:rsidP="00C342BA">
          <w:pPr>
            <w:pStyle w:val="BD505C4894D54B7DA4B037F33A8D403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214ABBD96944E3FB3500DE65C373D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36118F-60DD-41BE-94ED-D33520D7D1C1}"/>
      </w:docPartPr>
      <w:docPartBody>
        <w:p w:rsidR="00DC6FB8" w:rsidRDefault="00C342BA" w:rsidP="00C342BA">
          <w:pPr>
            <w:pStyle w:val="9214ABBD96944E3FB3500DE65C373D5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5716F34C39B4AC1AFEEF0148B3E14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561DD4-32C9-4B44-980E-8F778E4B23E5}"/>
      </w:docPartPr>
      <w:docPartBody>
        <w:p w:rsidR="00DC6FB8" w:rsidRDefault="00C342BA" w:rsidP="00C342BA">
          <w:pPr>
            <w:pStyle w:val="D5716F34C39B4AC1AFEEF0148B3E14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CA4E03BFD2149C5B4AEBAF8EDC9E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DAC5BB-6891-475D-9203-CFB7C3DA42AC}"/>
      </w:docPartPr>
      <w:docPartBody>
        <w:p w:rsidR="00DC6FB8" w:rsidRDefault="00C342BA" w:rsidP="00C342BA">
          <w:pPr>
            <w:pStyle w:val="CCA4E03BFD2149C5B4AEBAF8EDC9E3B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16509A6ED08477C9625A93D7A4D5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02F916-2CE1-42E9-B765-EAB768216212}"/>
      </w:docPartPr>
      <w:docPartBody>
        <w:p w:rsidR="00DC6FB8" w:rsidRDefault="00C342BA" w:rsidP="00C342BA">
          <w:pPr>
            <w:pStyle w:val="816509A6ED08477C9625A93D7A4D52A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3AF84C44F4F4453A70634B7AA3D80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29F51A-9A88-4A2A-9415-35AA08BB8C82}"/>
      </w:docPartPr>
      <w:docPartBody>
        <w:p w:rsidR="00746655" w:rsidRDefault="00941F59" w:rsidP="00941F59">
          <w:pPr>
            <w:pStyle w:val="03AF84C44F4F4453A70634B7AA3D808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7D0"/>
    <w:rsid w:val="00074F98"/>
    <w:rsid w:val="000E4F52"/>
    <w:rsid w:val="001F1D95"/>
    <w:rsid w:val="00201632"/>
    <w:rsid w:val="002C0133"/>
    <w:rsid w:val="002E26E2"/>
    <w:rsid w:val="00313DB2"/>
    <w:rsid w:val="003659BA"/>
    <w:rsid w:val="003A0D1F"/>
    <w:rsid w:val="00455F51"/>
    <w:rsid w:val="005B57D0"/>
    <w:rsid w:val="005D216D"/>
    <w:rsid w:val="005F656B"/>
    <w:rsid w:val="006121D0"/>
    <w:rsid w:val="006C367B"/>
    <w:rsid w:val="00746655"/>
    <w:rsid w:val="007F0CDE"/>
    <w:rsid w:val="00845DA2"/>
    <w:rsid w:val="00901955"/>
    <w:rsid w:val="00941F59"/>
    <w:rsid w:val="00A42FF6"/>
    <w:rsid w:val="00AA286F"/>
    <w:rsid w:val="00AB2B18"/>
    <w:rsid w:val="00C342BA"/>
    <w:rsid w:val="00CF68D3"/>
    <w:rsid w:val="00DC6FB8"/>
    <w:rsid w:val="00E07CF2"/>
    <w:rsid w:val="00E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8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1F59"/>
    <w:rPr>
      <w:color w:val="808080"/>
    </w:rPr>
  </w:style>
  <w:style w:type="paragraph" w:customStyle="1" w:styleId="3D794F01B6484DA08A2C3395181745EC1">
    <w:name w:val="3D794F01B6484DA08A2C3395181745E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0757BE6931948C78C517C9F9D4B33AF1">
    <w:name w:val="70757BE6931948C78C517C9F9D4B33A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7A0504795B14823963BBC71A66B9D921">
    <w:name w:val="D7A0504795B14823963BBC71A66B9D9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D92AC9AF4F1452F80189E19C5C6F66D1">
    <w:name w:val="8D92AC9AF4F1452F80189E19C5C6F66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6ADADD1A41F4C18B1D475AEC34BB4CE1">
    <w:name w:val="26ADADD1A41F4C18B1D475AEC34BB4C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B2FD25322734797ADA1AA4C79F9DE1D1">
    <w:name w:val="EB2FD25322734797ADA1AA4C79F9DE1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F0A312ED155452EA7FBC02E85C2B1611">
    <w:name w:val="1F0A312ED155452EA7FBC02E85C2B1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00A064C364A4E6FBD091D6956B156AC1">
    <w:name w:val="800A064C364A4E6FBD091D6956B156A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F9D0D041D55488D936020BF28E4AEB31">
    <w:name w:val="7F9D0D041D55488D936020BF28E4AEB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D237D9035E043A0AEE0B47DD1F07F031">
    <w:name w:val="CD237D9035E043A0AEE0B47DD1F07F0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45B2437AF27D40C6813179975300BF531">
    <w:name w:val="45B2437AF27D40C6813179975300BF5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8B71BF311D7472A940E57EBDBB1A2351">
    <w:name w:val="98B71BF311D7472A940E57EBDBB1A23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60D396E679B4082BCC5C7A523F756471">
    <w:name w:val="060D396E679B4082BCC5C7A523F7564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4FE9B0C378747EC9D7DC17718F17A7A1">
    <w:name w:val="F4FE9B0C378747EC9D7DC17718F17A7A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BF4F24531E44D89A2F24DB6C4778F01">
    <w:name w:val="E1BF4F24531E44D89A2F24DB6C4778F0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992528250F34B59AC43FD7ABFAFCF1B1">
    <w:name w:val="1992528250F34B59AC43FD7ABFAFCF1B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6FF71E9279194985915793C16D4277E31">
    <w:name w:val="6FF71E9279194985915793C16D4277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0BA1778EC9F4E1EBEF4E56125994CD91">
    <w:name w:val="C0BA1778EC9F4E1EBEF4E56125994C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CB0D77151B74AD1A95C4E4783DC12E61">
    <w:name w:val="8CB0D77151B74AD1A95C4E4783DC12E6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BB3211BC132481FA7BFEA8BC372E5131">
    <w:name w:val="BBB3211BC132481FA7BFEA8BC372E51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A8814BF08A498FB493A1F6A16AFD721">
    <w:name w:val="07A8814BF08A498FB493A1F6A16AFD7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87684003B7B4CD8B01486E3609263551">
    <w:name w:val="F87684003B7B4CD8B01486E36092635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547C91E855648A9BFA3D211E49AEBC71">
    <w:name w:val="5547C91E855648A9BFA3D211E49AEBC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5E06370279D4A1B84A66D43F4BAC8D91">
    <w:name w:val="F5E06370279D4A1B84A66D43F4BAC8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E2BBCC149384384AE608AC31700468F1">
    <w:name w:val="2E2BBCC149384384AE608AC31700468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C054BAD41C1489AA5A2D803193371BE1">
    <w:name w:val="5C054BAD41C1489AA5A2D803193371B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AC05E77356C4CF1B43867EF606060E31">
    <w:name w:val="DAC05E77356C4CF1B43867EF606060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0D3C0B63854416F8D7B766740FF7BB21">
    <w:name w:val="90D3C0B63854416F8D7B766740FF7BB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A94954CFE3494271B46D89BA6223AAF41">
    <w:name w:val="A94954CFE3494271B46D89BA6223AAF4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EFB6F3B193459E856D26F2683C534C1">
    <w:name w:val="07EFB6F3B193459E856D26F2683C534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33EF85B0144393AF0180E73642F2A11">
    <w:name w:val="E133EF85B0144393AF0180E73642F2A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883E2BC34884C2E85441EDC4E934BB11">
    <w:name w:val="5883E2BC34884C2E85441EDC4E934BB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112101D779D4578879FE5CFEAB749751">
    <w:name w:val="B112101D779D4578879FE5CFEAB7497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D505C4894D54B7DA4B037F33A8D40321">
    <w:name w:val="BD505C4894D54B7DA4B037F33A8D4032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9214ABBD96944E3FB3500DE65C373D591">
    <w:name w:val="9214ABBD96944E3FB3500DE65C373D5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5716F34C39B4AC1AFEEF0148B3E14611">
    <w:name w:val="D5716F34C39B4AC1AFEEF0148B3E14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CA4E03BFD2149C5B4AEBAF8EDC9E3B41">
    <w:name w:val="CCA4E03BFD2149C5B4AEBAF8EDC9E3B4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816509A6ED08477C9625A93D7A4D52A21">
    <w:name w:val="816509A6ED08477C9625A93D7A4D52A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3AF84C44F4F4453A70634B7AA3D8083">
    <w:name w:val="03AF84C44F4F4453A70634B7AA3D8083"/>
    <w:rsid w:val="00941F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1917E-F008-4C71-A912-6BB587AD3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Rozpiska 01 Praha</vt:lpstr>
    </vt:vector>
  </TitlesOfParts>
  <Company>Sweco Hydroprojekt a.s.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Rozpiska 01 Praha</dc:title>
  <dc:creator>Sweco Hydroprojekt a.s.</dc:creator>
  <cp:lastModifiedBy>Kubová, Dagmar</cp:lastModifiedBy>
  <cp:revision>2</cp:revision>
  <cp:lastPrinted>2022-02-02T15:27:00Z</cp:lastPrinted>
  <dcterms:created xsi:type="dcterms:W3CDTF">2022-02-02T15:28:00Z</dcterms:created>
  <dcterms:modified xsi:type="dcterms:W3CDTF">2022-02-02T15:28:00Z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2021-12-17T15:11:46Z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ef3abefa-34b4-4d08-a3ff-018ff4e34685</vt:lpwstr>
  </property>
  <property fmtid="{D5CDD505-2E9C-101B-9397-08002B2CF9AE}" pid="8" name="MSIP_Label_43f08ec5-d6d9-4227-8387-ccbfcb3632c4_ContentBits">
    <vt:lpwstr>0</vt:lpwstr>
  </property>
</Properties>
</file>