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4A02" w14:textId="2F412F65" w:rsidR="000C2E44" w:rsidRDefault="000C2E44">
      <w:pPr>
        <w:rPr>
          <w:color w:val="000000" w:themeColor="text1"/>
          <w:sz w:val="20"/>
        </w:rPr>
      </w:pPr>
    </w:p>
    <w:p w14:paraId="72C40BB5" w14:textId="66020CAC" w:rsidR="00526FFB" w:rsidRDefault="00526FFB">
      <w:pPr>
        <w:rPr>
          <w:color w:val="000000" w:themeColor="text1"/>
          <w:sz w:val="20"/>
        </w:rPr>
      </w:pPr>
    </w:p>
    <w:p w14:paraId="77AD0E4E" w14:textId="450AAEC9" w:rsidR="00526FFB" w:rsidRDefault="00526FFB">
      <w:pPr>
        <w:rPr>
          <w:color w:val="000000" w:themeColor="text1"/>
          <w:sz w:val="20"/>
        </w:rPr>
      </w:pPr>
    </w:p>
    <w:p w14:paraId="45E036F3" w14:textId="45A8F1A0" w:rsidR="00526FFB" w:rsidRDefault="00526FFB">
      <w:pPr>
        <w:rPr>
          <w:color w:val="000000" w:themeColor="text1"/>
          <w:sz w:val="20"/>
        </w:rPr>
      </w:pPr>
    </w:p>
    <w:p w14:paraId="7D4A6FCC" w14:textId="2BAFDBCC" w:rsidR="00526FFB" w:rsidRDefault="00526FFB">
      <w:pPr>
        <w:rPr>
          <w:color w:val="000000" w:themeColor="text1"/>
          <w:sz w:val="20"/>
        </w:rPr>
      </w:pPr>
    </w:p>
    <w:p w14:paraId="148FF029" w14:textId="70FD2092" w:rsidR="00526FFB" w:rsidRDefault="00526FFB">
      <w:pPr>
        <w:rPr>
          <w:color w:val="000000" w:themeColor="text1"/>
          <w:sz w:val="20"/>
        </w:rPr>
      </w:pPr>
    </w:p>
    <w:p w14:paraId="39D76C69" w14:textId="1866DD3A" w:rsidR="00526FFB" w:rsidRDefault="00526FFB">
      <w:pPr>
        <w:rPr>
          <w:color w:val="000000" w:themeColor="text1"/>
          <w:sz w:val="20"/>
        </w:rPr>
      </w:pPr>
    </w:p>
    <w:p w14:paraId="3D41AED2" w14:textId="1BDC8356" w:rsidR="00526FFB" w:rsidRDefault="00526FFB">
      <w:pPr>
        <w:rPr>
          <w:color w:val="000000" w:themeColor="text1"/>
          <w:sz w:val="20"/>
        </w:rPr>
      </w:pPr>
    </w:p>
    <w:p w14:paraId="75A733EF" w14:textId="2A8052C8" w:rsidR="00526FFB" w:rsidRDefault="00526FFB">
      <w:pPr>
        <w:rPr>
          <w:color w:val="000000" w:themeColor="text1"/>
          <w:sz w:val="20"/>
        </w:rPr>
      </w:pPr>
    </w:p>
    <w:p w14:paraId="17F49F58" w14:textId="1E91C0E6" w:rsidR="00526FFB" w:rsidRDefault="00526FFB">
      <w:pPr>
        <w:rPr>
          <w:color w:val="000000" w:themeColor="text1"/>
          <w:sz w:val="20"/>
        </w:rPr>
      </w:pPr>
    </w:p>
    <w:p w14:paraId="58A1E76F" w14:textId="563869C9" w:rsidR="00526FFB" w:rsidRDefault="00526FFB">
      <w:pPr>
        <w:rPr>
          <w:color w:val="000000" w:themeColor="text1"/>
          <w:sz w:val="20"/>
        </w:rPr>
      </w:pPr>
    </w:p>
    <w:p w14:paraId="4D3F2367" w14:textId="0A3E0907" w:rsidR="00526FFB" w:rsidRDefault="00526FFB">
      <w:pPr>
        <w:rPr>
          <w:color w:val="000000" w:themeColor="text1"/>
          <w:sz w:val="20"/>
        </w:rPr>
      </w:pPr>
    </w:p>
    <w:p w14:paraId="08ED0685" w14:textId="081FDFE8" w:rsidR="00526FFB" w:rsidRDefault="00526FFB">
      <w:pPr>
        <w:rPr>
          <w:color w:val="000000" w:themeColor="text1"/>
          <w:sz w:val="20"/>
        </w:rPr>
      </w:pPr>
    </w:p>
    <w:p w14:paraId="49DD749D" w14:textId="4FCF80C1" w:rsidR="00526FFB" w:rsidRDefault="00526FFB">
      <w:pPr>
        <w:rPr>
          <w:color w:val="000000" w:themeColor="text1"/>
          <w:sz w:val="20"/>
        </w:rPr>
      </w:pPr>
    </w:p>
    <w:p w14:paraId="668B3E28" w14:textId="06DC80C4" w:rsidR="00526FFB" w:rsidRDefault="00526FFB">
      <w:pPr>
        <w:rPr>
          <w:color w:val="000000" w:themeColor="text1"/>
          <w:sz w:val="20"/>
        </w:rPr>
      </w:pPr>
    </w:p>
    <w:p w14:paraId="544498D2" w14:textId="66A7A447" w:rsidR="00526FFB" w:rsidRDefault="00526FFB">
      <w:pPr>
        <w:rPr>
          <w:color w:val="000000" w:themeColor="text1"/>
          <w:sz w:val="20"/>
        </w:rPr>
      </w:pPr>
    </w:p>
    <w:p w14:paraId="48561886" w14:textId="29F7B9A1" w:rsidR="00526FFB" w:rsidRDefault="00526FFB">
      <w:pPr>
        <w:rPr>
          <w:color w:val="000000" w:themeColor="text1"/>
          <w:sz w:val="20"/>
        </w:rPr>
      </w:pPr>
    </w:p>
    <w:p w14:paraId="1F990D03" w14:textId="4D94F66B" w:rsidR="00526FFB" w:rsidRDefault="00526FFB">
      <w:pPr>
        <w:rPr>
          <w:color w:val="000000" w:themeColor="text1"/>
          <w:sz w:val="20"/>
        </w:rPr>
      </w:pPr>
    </w:p>
    <w:p w14:paraId="66BE47E7" w14:textId="2CD94B60" w:rsidR="00526FFB" w:rsidRDefault="00526FFB">
      <w:pPr>
        <w:rPr>
          <w:color w:val="000000" w:themeColor="text1"/>
          <w:sz w:val="20"/>
        </w:rPr>
      </w:pPr>
    </w:p>
    <w:p w14:paraId="272D6F47" w14:textId="1512C2A0" w:rsidR="00526FFB" w:rsidRDefault="00526FFB">
      <w:pPr>
        <w:rPr>
          <w:color w:val="000000" w:themeColor="text1"/>
          <w:sz w:val="20"/>
        </w:rPr>
      </w:pPr>
    </w:p>
    <w:p w14:paraId="175148DA" w14:textId="77777777" w:rsidR="00526FFB" w:rsidRDefault="00526FFB">
      <w:pPr>
        <w:rPr>
          <w:color w:val="000000" w:themeColor="text1"/>
          <w:sz w:val="20"/>
        </w:rPr>
      </w:pPr>
    </w:p>
    <w:p w14:paraId="19F514DB" w14:textId="77777777" w:rsidR="00062F76" w:rsidRPr="0005706C" w:rsidRDefault="00062F76">
      <w:pPr>
        <w:rPr>
          <w:color w:val="000000" w:themeColor="text1"/>
          <w:sz w:val="20"/>
        </w:rPr>
      </w:pPr>
    </w:p>
    <w:p w14:paraId="6A2DDF23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2456C7B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CD629C9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F0E0FB0" w14:textId="3B29B98B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7C9C98" w14:textId="2BD5AB79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C903BE6" w14:textId="5AE34683" w:rsidR="00217DB3" w:rsidRPr="00C61692" w:rsidRDefault="0054510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7C1DB5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03967B1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54BB676" w14:textId="351269AB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4A39971" w14:textId="23DB2791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3427650" w14:textId="6BCD7893" w:rsidR="00217DB3" w:rsidRPr="00C61692" w:rsidRDefault="0054510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D7825DE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308713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5ED5328" w14:textId="2C2C879C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C9BF421" w14:textId="525DD300" w:rsidR="00217DB3" w:rsidRPr="00C61692" w:rsidRDefault="0054510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5F18495" w14:textId="4B5C4751" w:rsidR="00217DB3" w:rsidRPr="00C61692" w:rsidRDefault="0054510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1DB1EBC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51720A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090D2E9" w14:textId="035E81F3" w:rsidR="00217DB3" w:rsidRPr="00C61692" w:rsidRDefault="001867F7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EF7EFFD" w14:textId="1EF76630" w:rsidR="00217DB3" w:rsidRPr="00C61692" w:rsidRDefault="001867F7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8BE915B" w14:textId="0F37F3D0" w:rsidR="00217DB3" w:rsidRPr="00C61692" w:rsidRDefault="001867F7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4D895BF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E36E17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A759EBF" w14:textId="1A20A236" w:rsidR="00217DB3" w:rsidRPr="00C61692" w:rsidRDefault="00915CB7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580EE2" w14:textId="63EB2C06" w:rsidR="00217DB3" w:rsidRPr="00C61692" w:rsidRDefault="00915CB7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63FB392" w14:textId="77777777" w:rsidR="00217DB3" w:rsidRPr="00C61692" w:rsidRDefault="00AE049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6D0EBE69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3F59296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4F0541EF" w14:textId="1B8CE3C8" w:rsidR="00217DB3" w:rsidRPr="00C61692" w:rsidRDefault="001D4B93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915CB7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17BF4591" w14:textId="6CCFFE68" w:rsidR="00217DB3" w:rsidRPr="00C61692" w:rsidRDefault="00915CB7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FDC9A0E" w14:textId="77777777" w:rsidR="00217DB3" w:rsidRPr="00C61692" w:rsidRDefault="00AE049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2D0D5A3F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69ABAC3E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79FBA827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466ED402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24C823AD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53D4F232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44BF7C7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16D85C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1B20022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4BBCDDA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628FB62C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2B5C5C61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5381E3" wp14:editId="20AADFC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12AD47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7D8E45D8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381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0E12AD47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7D8E45D8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1150C484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56585206" wp14:editId="154FA3DF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6DA5B86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C94F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AFCBA67" w14:textId="48A9430C" w:rsidR="00C21918" w:rsidRPr="0005706C" w:rsidRDefault="00915CB7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7CAFF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08380B7" w14:textId="77777777" w:rsidR="00C21918" w:rsidRPr="0005706C" w:rsidRDefault="00AE0493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EDAB7F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BD8F7C3" w14:textId="77777777" w:rsidR="00C21918" w:rsidRPr="00C61692" w:rsidRDefault="00AE049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036B6E5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029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A9107B1" w14:textId="77777777" w:rsidR="00C21918" w:rsidRPr="0005706C" w:rsidRDefault="00AE049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0F62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95022BD" w14:textId="77777777" w:rsidR="00C21918" w:rsidRPr="0005706C" w:rsidRDefault="00AE049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518E11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DC4011D" w14:textId="39342B37" w:rsidR="00C21918" w:rsidRPr="00C61692" w:rsidRDefault="00915CB7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2050EF4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4809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759577" w14:textId="61601578" w:rsidR="00C21918" w:rsidRPr="0005706C" w:rsidRDefault="00915CB7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3DF0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C0FA58" w14:textId="77777777" w:rsidR="00C21918" w:rsidRPr="00C61692" w:rsidRDefault="00AE049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2A81555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5BF8C43F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718D80F9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5C99B35C" w14:textId="132A1992" w:rsidR="002A4432" w:rsidRPr="0005706C" w:rsidRDefault="00915C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F82C7A3" w14:textId="1148B29A" w:rsidR="002A4432" w:rsidRPr="0005706C" w:rsidRDefault="00915C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27316B51" w14:textId="276CDF71" w:rsidR="002A4432" w:rsidRPr="0005706C" w:rsidRDefault="0054510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DEED79F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3ED2B665" w14:textId="6E3BE40A" w:rsidR="002A4432" w:rsidRPr="0005706C" w:rsidRDefault="00545108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C0D0B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77D3C5B" w14:textId="5AFF0596" w:rsidR="002A4432" w:rsidRPr="00C61692" w:rsidRDefault="001D4B93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915CB7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444103B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EB39BC2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B415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CB559C1" w14:textId="2ADA3A8F" w:rsidR="002A4432" w:rsidRPr="00C61692" w:rsidRDefault="00915CB7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3D0EAF8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D38BC68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0A058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1344382" w14:textId="12634B12" w:rsidR="002A4432" w:rsidRPr="00C61692" w:rsidRDefault="0054510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413326C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77013E5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B83A3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39D4956" w14:textId="629AFF6F" w:rsidR="002A4432" w:rsidRPr="00C61692" w:rsidRDefault="0054510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F73E0B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F822C54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B7D37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82F73A2" w14:textId="61F12A31" w:rsidR="002A4432" w:rsidRPr="00C61692" w:rsidRDefault="00915CB7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005844/21/1</w:t>
                </w:r>
              </w:p>
            </w:tc>
          </w:sdtContent>
        </w:sdt>
      </w:tr>
      <w:tr w:rsidR="0005706C" w:rsidRPr="0005706C" w14:paraId="2D16140F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5B80EF00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7C5DAC03" w14:textId="77777777" w:rsidR="00303456" w:rsidRPr="0005706C" w:rsidRDefault="00AE0493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Situační výkresy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9CE733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0E5E6FF7" w14:textId="77777777" w:rsidR="00303456" w:rsidRPr="0005706C" w:rsidRDefault="00AE0493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C.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7FA0170" w14:textId="201B4F74" w:rsidR="00303456" w:rsidRPr="00EA7E7C" w:rsidRDefault="00545108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b</w:t>
                </w:r>
              </w:p>
            </w:tc>
          </w:sdtContent>
        </w:sdt>
      </w:tr>
      <w:tr w:rsidR="0005706C" w:rsidRPr="0005706C" w14:paraId="3496455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0C4C48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D72EE9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F88CB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3D9FC005" w14:textId="166E3111" w:rsidR="00303456" w:rsidRPr="00EA7E7C" w:rsidRDefault="001867F7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1AD754E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F56C1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0FDFE16A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51E21BDB" w14:textId="4D2022EF" w:rsidR="00C93E1B" w:rsidRDefault="00C93E1B">
      <w:pPr>
        <w:rPr>
          <w:color w:val="000000" w:themeColor="text1"/>
        </w:rPr>
      </w:pPr>
    </w:p>
    <w:p w14:paraId="46293901" w14:textId="5402CDC2" w:rsidR="00545108" w:rsidRDefault="00545108">
      <w:pPr>
        <w:rPr>
          <w:b/>
          <w:bCs/>
          <w:color w:val="000000" w:themeColor="text1"/>
        </w:rPr>
      </w:pPr>
      <w:r w:rsidRPr="00545108">
        <w:rPr>
          <w:b/>
          <w:bCs/>
          <w:color w:val="000000" w:themeColor="text1"/>
        </w:rPr>
        <w:lastRenderedPageBreak/>
        <w:t>Seznam příloh:</w:t>
      </w:r>
    </w:p>
    <w:p w14:paraId="0A9C5BF4" w14:textId="2B805644" w:rsidR="00545108" w:rsidRDefault="00545108">
      <w:pPr>
        <w:rPr>
          <w:b/>
          <w:bCs/>
          <w:color w:val="000000" w:themeColor="text1"/>
        </w:rPr>
      </w:pPr>
    </w:p>
    <w:tbl>
      <w:tblPr>
        <w:tblpPr w:leftFromText="141" w:rightFromText="141" w:vertAnchor="text" w:horzAnchor="margin" w:tblpY="91"/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545108" w:rsidRPr="00545108" w14:paraId="1CD8FC62" w14:textId="77777777" w:rsidTr="0054510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0D0D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5E4C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Situační výkresy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7AC1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45108" w:rsidRPr="00545108" w14:paraId="577E711C" w14:textId="77777777" w:rsidTr="00545108">
        <w:trPr>
          <w:trHeight w:val="28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ECE7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C.1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47B0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Situace širších vztahů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08BF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005845/21/1</w:t>
            </w:r>
          </w:p>
        </w:tc>
      </w:tr>
      <w:tr w:rsidR="00545108" w:rsidRPr="00545108" w14:paraId="1C5EAF7B" w14:textId="77777777" w:rsidTr="0054510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2467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C.2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461A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Katastrální situace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469C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005846/21/1</w:t>
            </w:r>
          </w:p>
        </w:tc>
      </w:tr>
      <w:tr w:rsidR="00545108" w:rsidRPr="00545108" w14:paraId="61BC93B4" w14:textId="77777777" w:rsidTr="0054510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CF3B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C.3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0A8F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Koordinační situace kanalizace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012B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005906/21/1</w:t>
            </w:r>
          </w:p>
        </w:tc>
      </w:tr>
      <w:tr w:rsidR="00545108" w:rsidRPr="00545108" w14:paraId="00D847D3" w14:textId="77777777" w:rsidTr="0054510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4C5D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C.4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5BD0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Koordinační situace vodovodu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EDBC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005907/21/1</w:t>
            </w:r>
          </w:p>
        </w:tc>
      </w:tr>
      <w:tr w:rsidR="00545108" w:rsidRPr="00545108" w14:paraId="1AA74F3A" w14:textId="77777777" w:rsidTr="0054510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2D51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C.5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30BA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Koordinační </w:t>
            </w:r>
            <w:proofErr w:type="gramStart"/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situace - komunikace</w:t>
            </w:r>
            <w:proofErr w:type="gramEnd"/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zpevněné plochy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2CAA" w14:textId="77777777" w:rsidR="00545108" w:rsidRPr="00545108" w:rsidRDefault="00545108" w:rsidP="0054510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5108">
              <w:rPr>
                <w:rFonts w:ascii="Calibri" w:hAnsi="Calibri" w:cs="Calibri"/>
                <w:color w:val="000000"/>
                <w:sz w:val="22"/>
                <w:szCs w:val="22"/>
              </w:rPr>
              <w:t>005908/21/1</w:t>
            </w:r>
          </w:p>
        </w:tc>
      </w:tr>
    </w:tbl>
    <w:p w14:paraId="757A3223" w14:textId="77777777" w:rsidR="00545108" w:rsidRPr="00545108" w:rsidRDefault="00545108">
      <w:pPr>
        <w:rPr>
          <w:b/>
          <w:bCs/>
          <w:color w:val="000000" w:themeColor="text1"/>
        </w:rPr>
      </w:pPr>
    </w:p>
    <w:sectPr w:rsidR="00545108" w:rsidRPr="00545108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F1E9" w14:textId="77777777" w:rsidR="00AE0493" w:rsidRDefault="00AE0493" w:rsidP="00AE0493">
      <w:r>
        <w:separator/>
      </w:r>
    </w:p>
  </w:endnote>
  <w:endnote w:type="continuationSeparator" w:id="0">
    <w:p w14:paraId="64145130" w14:textId="77777777" w:rsidR="00AE0493" w:rsidRDefault="00AE0493" w:rsidP="00AE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3525" w14:textId="77777777" w:rsidR="00AE0493" w:rsidRDefault="00AE04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1B6E" w14:textId="77777777" w:rsidR="00AE0493" w:rsidRDefault="00AE049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DBB2" w14:textId="77777777" w:rsidR="00AE0493" w:rsidRDefault="00AE04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D5013" w14:textId="77777777" w:rsidR="00AE0493" w:rsidRDefault="00AE0493" w:rsidP="00AE0493">
      <w:r>
        <w:separator/>
      </w:r>
    </w:p>
  </w:footnote>
  <w:footnote w:type="continuationSeparator" w:id="0">
    <w:p w14:paraId="30AE3E29" w14:textId="77777777" w:rsidR="00AE0493" w:rsidRDefault="00AE0493" w:rsidP="00AE0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5928" w14:textId="77777777" w:rsidR="00AE0493" w:rsidRDefault="00AE04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1CC5" w14:textId="77777777" w:rsidR="00AE0493" w:rsidRDefault="00AE049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0B10" w14:textId="77777777" w:rsidR="00AE0493" w:rsidRDefault="00AE04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1867F7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24F96"/>
    <w:rsid w:val="00480CB1"/>
    <w:rsid w:val="004D1112"/>
    <w:rsid w:val="004D392E"/>
    <w:rsid w:val="00526FFB"/>
    <w:rsid w:val="00545108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15CB7"/>
    <w:rsid w:val="00946CEA"/>
    <w:rsid w:val="009C0C74"/>
    <w:rsid w:val="009C3C37"/>
    <w:rsid w:val="00A51A47"/>
    <w:rsid w:val="00AE0493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734C3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749815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E0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049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AE0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0493"/>
    <w:rPr>
      <w:rFonts w:ascii="Arial" w:hAnsi="Arial"/>
      <w:sz w:val="18"/>
    </w:rPr>
  </w:style>
  <w:style w:type="paragraph" w:styleId="Titulek">
    <w:name w:val="caption"/>
    <w:basedOn w:val="Normln"/>
    <w:next w:val="Normln"/>
    <w:uiPriority w:val="35"/>
    <w:unhideWhenUsed/>
    <w:qFormat/>
    <w:rsid w:val="00D734C3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Rozpiska 01 Praha</vt:lpstr>
    </vt:vector>
  </TitlesOfParts>
  <Company>Sweco Hydroprojekt a.s.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2012-06-05T06:06:00Z</cp:lastPrinted>
  <dcterms:created xsi:type="dcterms:W3CDTF">2022-02-01T09:23:00Z</dcterms:created>
  <dcterms:modified xsi:type="dcterms:W3CDTF">2022-02-01T09:23:00Z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2021-06-02T10:39:19Z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50414369-02df-4332-8fa4-7d09cec11266</vt:lpwstr>
  </property>
  <property fmtid="{D5CDD505-2E9C-101B-9397-08002B2CF9AE}" pid="8" name="MSIP_Label_43f08ec5-d6d9-4227-8387-ccbfcb3632c4_ContentBits">
    <vt:lpwstr>0</vt:lpwstr>
  </property>
</Properties>
</file>